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7EE" w:rsidRDefault="00D457EE" w:rsidP="00D90155">
      <w:pPr>
        <w:jc w:val="center"/>
        <w:rPr>
          <w:sz w:val="36"/>
          <w:szCs w:val="36"/>
        </w:rPr>
      </w:pPr>
      <w:r>
        <w:rPr>
          <w:sz w:val="36"/>
          <w:szCs w:val="36"/>
        </w:rPr>
        <w:t>Chapter 7: Memory-</w:t>
      </w:r>
    </w:p>
    <w:p w:rsidR="00D457EE" w:rsidRPr="00D90155" w:rsidRDefault="00D457EE" w:rsidP="00D90155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2"/>
        <w:gridCol w:w="4392"/>
        <w:gridCol w:w="4392"/>
      </w:tblGrid>
      <w:tr w:rsidR="00D457EE" w:rsidRPr="00D2105A" w:rsidTr="00D2105A">
        <w:trPr>
          <w:trHeight w:val="7748"/>
        </w:trPr>
        <w:tc>
          <w:tcPr>
            <w:tcW w:w="4392" w:type="dxa"/>
          </w:tcPr>
          <w:p w:rsidR="00D457EE" w:rsidRPr="00D2105A" w:rsidRDefault="00D457EE" w:rsidP="00D2105A">
            <w:pPr>
              <w:spacing w:after="0" w:line="240" w:lineRule="auto"/>
              <w:jc w:val="center"/>
              <w:rPr>
                <w:sz w:val="36"/>
                <w:szCs w:val="36"/>
                <w:u w:val="single"/>
              </w:rPr>
            </w:pPr>
            <w:r w:rsidRPr="00D2105A">
              <w:rPr>
                <w:sz w:val="36"/>
                <w:szCs w:val="36"/>
                <w:u w:val="single"/>
              </w:rPr>
              <w:t>3 Kinds</w:t>
            </w:r>
          </w:p>
          <w:p w:rsidR="00D457EE" w:rsidRPr="00D2105A" w:rsidRDefault="00D457EE" w:rsidP="00D2105A">
            <w:pPr>
              <w:spacing w:after="0" w:line="240" w:lineRule="auto"/>
              <w:rPr>
                <w:sz w:val="36"/>
                <w:szCs w:val="36"/>
              </w:rPr>
            </w:pPr>
            <w:r w:rsidRPr="00D2105A">
              <w:rPr>
                <w:sz w:val="36"/>
                <w:szCs w:val="36"/>
                <w:u w:val="single"/>
              </w:rPr>
              <w:t>Episodic-</w:t>
            </w:r>
            <w:r w:rsidRPr="00D2105A">
              <w:rPr>
                <w:sz w:val="36"/>
                <w:szCs w:val="36"/>
              </w:rPr>
              <w:t>*flashbulb memories  -specific event</w:t>
            </w:r>
          </w:p>
          <w:p w:rsidR="00D457EE" w:rsidRPr="00D2105A" w:rsidRDefault="00D457EE" w:rsidP="00D2105A">
            <w:pPr>
              <w:spacing w:after="0" w:line="240" w:lineRule="auto"/>
              <w:rPr>
                <w:sz w:val="36"/>
                <w:szCs w:val="36"/>
              </w:rPr>
            </w:pPr>
            <w:r w:rsidRPr="00D2105A">
              <w:rPr>
                <w:sz w:val="36"/>
                <w:szCs w:val="36"/>
              </w:rPr>
              <w:t>(autobiographical)</w:t>
            </w:r>
          </w:p>
          <w:p w:rsidR="00D457EE" w:rsidRPr="00D2105A" w:rsidRDefault="00D457EE" w:rsidP="00D2105A">
            <w:pPr>
              <w:spacing w:after="0" w:line="240" w:lineRule="auto"/>
              <w:rPr>
                <w:sz w:val="36"/>
                <w:szCs w:val="36"/>
              </w:rPr>
            </w:pPr>
            <w:r w:rsidRPr="00D2105A">
              <w:rPr>
                <w:sz w:val="36"/>
                <w:szCs w:val="36"/>
              </w:rPr>
              <w:t>Ex)dinner last night, quiz</w:t>
            </w:r>
          </w:p>
          <w:p w:rsidR="00D457EE" w:rsidRPr="00D2105A" w:rsidRDefault="00D457EE" w:rsidP="00D2105A">
            <w:pPr>
              <w:spacing w:after="0" w:line="240" w:lineRule="auto"/>
              <w:rPr>
                <w:sz w:val="36"/>
                <w:szCs w:val="36"/>
              </w:rPr>
            </w:pPr>
          </w:p>
          <w:p w:rsidR="00D457EE" w:rsidRPr="00D2105A" w:rsidRDefault="00D457EE" w:rsidP="00D2105A">
            <w:pPr>
              <w:spacing w:after="0" w:line="240" w:lineRule="auto"/>
              <w:rPr>
                <w:sz w:val="36"/>
                <w:szCs w:val="36"/>
              </w:rPr>
            </w:pPr>
            <w:r w:rsidRPr="00D2105A">
              <w:rPr>
                <w:sz w:val="36"/>
                <w:szCs w:val="36"/>
                <w:u w:val="single"/>
              </w:rPr>
              <w:t>Semantic-</w:t>
            </w:r>
            <w:r w:rsidRPr="00D2105A">
              <w:rPr>
                <w:sz w:val="36"/>
                <w:szCs w:val="36"/>
              </w:rPr>
              <w:t xml:space="preserve"> general knowledge</w:t>
            </w:r>
          </w:p>
          <w:p w:rsidR="00D457EE" w:rsidRPr="00D2105A" w:rsidRDefault="00D457EE" w:rsidP="00D2105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D2105A">
              <w:rPr>
                <w:sz w:val="36"/>
                <w:szCs w:val="36"/>
              </w:rPr>
              <w:t>Don’t always remember when it happened</w:t>
            </w:r>
          </w:p>
          <w:p w:rsidR="00D457EE" w:rsidRPr="00D2105A" w:rsidRDefault="00D457EE" w:rsidP="00D2105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D2105A">
              <w:rPr>
                <w:sz w:val="36"/>
                <w:szCs w:val="36"/>
              </w:rPr>
              <w:t xml:space="preserve">Ex.: Remembering that George Washington is the first </w:t>
            </w:r>
            <w:smartTag w:uri="urn:schemas-microsoft-com:office:smarttags" w:element="place">
              <w:smartTag w:uri="urn:schemas-microsoft-com:office:smarttags" w:element="country-region">
                <w:r w:rsidRPr="00D2105A">
                  <w:rPr>
                    <w:sz w:val="36"/>
                    <w:szCs w:val="36"/>
                  </w:rPr>
                  <w:t>U.S.</w:t>
                </w:r>
              </w:smartTag>
            </w:smartTag>
            <w:r w:rsidRPr="00D2105A">
              <w:rPr>
                <w:sz w:val="36"/>
                <w:szCs w:val="36"/>
              </w:rPr>
              <w:t xml:space="preserve"> president</w:t>
            </w:r>
          </w:p>
          <w:p w:rsidR="00D457EE" w:rsidRPr="00D2105A" w:rsidRDefault="00D457EE" w:rsidP="00D2105A">
            <w:pPr>
              <w:spacing w:after="0" w:line="240" w:lineRule="auto"/>
              <w:rPr>
                <w:sz w:val="36"/>
                <w:szCs w:val="36"/>
              </w:rPr>
            </w:pPr>
            <w:r w:rsidRPr="00D2105A">
              <w:rPr>
                <w:sz w:val="36"/>
                <w:szCs w:val="36"/>
                <w:u w:val="single"/>
              </w:rPr>
              <w:t xml:space="preserve">Implicit- </w:t>
            </w:r>
            <w:r w:rsidRPr="00D2105A">
              <w:rPr>
                <w:sz w:val="36"/>
                <w:szCs w:val="36"/>
              </w:rPr>
              <w:t>Memories that are implied. Ex: Riding a bike or playing a musical instrument.</w:t>
            </w:r>
          </w:p>
          <w:p w:rsidR="00D457EE" w:rsidRPr="00D2105A" w:rsidRDefault="00D457EE" w:rsidP="00D2105A">
            <w:pPr>
              <w:spacing w:after="0" w:line="240" w:lineRule="auto"/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4392" w:type="dxa"/>
          </w:tcPr>
          <w:p w:rsidR="00D457EE" w:rsidRPr="00D2105A" w:rsidRDefault="00D457EE" w:rsidP="00D2105A">
            <w:pPr>
              <w:spacing w:after="0" w:line="240" w:lineRule="auto"/>
              <w:jc w:val="center"/>
              <w:rPr>
                <w:sz w:val="36"/>
                <w:szCs w:val="36"/>
                <w:u w:val="single"/>
              </w:rPr>
            </w:pPr>
            <w:r w:rsidRPr="00D2105A">
              <w:rPr>
                <w:sz w:val="36"/>
                <w:szCs w:val="36"/>
                <w:u w:val="single"/>
              </w:rPr>
              <w:t>3 Processes</w:t>
            </w:r>
          </w:p>
          <w:p w:rsidR="00D457EE" w:rsidRPr="00D2105A" w:rsidRDefault="00D457EE" w:rsidP="00D2105A">
            <w:pPr>
              <w:spacing w:after="0" w:line="240" w:lineRule="auto"/>
              <w:rPr>
                <w:sz w:val="36"/>
                <w:szCs w:val="36"/>
              </w:rPr>
            </w:pPr>
            <w:bookmarkStart w:id="0" w:name="_GoBack"/>
            <w:bookmarkEnd w:id="0"/>
            <w:r w:rsidRPr="003F5D59">
              <w:rPr>
                <w:sz w:val="36"/>
                <w:szCs w:val="36"/>
                <w:u w:val="single"/>
              </w:rPr>
              <w:t>Encoding</w:t>
            </w:r>
            <w:r>
              <w:rPr>
                <w:sz w:val="36"/>
                <w:szCs w:val="36"/>
              </w:rPr>
              <w:t>-</w:t>
            </w:r>
          </w:p>
          <w:p w:rsidR="00D457EE" w:rsidRDefault="00D457EE" w:rsidP="00D2105A">
            <w:pPr>
              <w:spacing w:after="0" w:line="240" w:lineRule="auto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*Transferring of info. to where it can be stored.</w:t>
            </w:r>
          </w:p>
          <w:p w:rsidR="00D457EE" w:rsidRDefault="00D457EE" w:rsidP="00D2105A">
            <w:pPr>
              <w:spacing w:after="0" w:line="240" w:lineRule="auto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 visual codes-mental picture</w:t>
            </w:r>
          </w:p>
          <w:p w:rsidR="00D457EE" w:rsidRDefault="00D457EE" w:rsidP="00D2105A">
            <w:pPr>
              <w:spacing w:after="0" w:line="240" w:lineRule="auto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2. acoustic codes- repeat it several times (auditory)</w:t>
            </w:r>
          </w:p>
          <w:p w:rsidR="00D457EE" w:rsidRDefault="00D457EE" w:rsidP="00D2105A">
            <w:pPr>
              <w:spacing w:after="0" w:line="240" w:lineRule="auto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3. semantic codes- attempt to make sense (relate to meaning)</w:t>
            </w:r>
          </w:p>
          <w:p w:rsidR="00D457EE" w:rsidRDefault="00D457EE" w:rsidP="00D2105A">
            <w:pPr>
              <w:spacing w:after="0" w:line="240" w:lineRule="auto"/>
              <w:rPr>
                <w:sz w:val="36"/>
                <w:szCs w:val="36"/>
              </w:rPr>
            </w:pPr>
          </w:p>
          <w:p w:rsidR="00D457EE" w:rsidRDefault="00D457EE" w:rsidP="00D2105A">
            <w:pPr>
              <w:spacing w:after="0" w:line="240" w:lineRule="auto"/>
              <w:rPr>
                <w:sz w:val="36"/>
                <w:szCs w:val="36"/>
              </w:rPr>
            </w:pPr>
            <w:r w:rsidRPr="003F5D59">
              <w:rPr>
                <w:sz w:val="36"/>
                <w:szCs w:val="36"/>
                <w:u w:val="single"/>
              </w:rPr>
              <w:t>Storage</w:t>
            </w:r>
            <w:r>
              <w:rPr>
                <w:sz w:val="36"/>
                <w:szCs w:val="36"/>
              </w:rPr>
              <w:t>-Maintenance of encoded info. over a period of time.</w:t>
            </w:r>
          </w:p>
          <w:p w:rsidR="00D457EE" w:rsidRDefault="00D457EE" w:rsidP="003F5D59">
            <w:pPr>
              <w:numPr>
                <w:ilvl w:val="0"/>
                <w:numId w:val="2"/>
              </w:numPr>
              <w:spacing w:after="0" w:line="240" w:lineRule="auto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Maintenance Rehearsal-</w:t>
            </w:r>
          </w:p>
          <w:p w:rsidR="00D457EE" w:rsidRPr="00D2105A" w:rsidRDefault="00D457EE" w:rsidP="003F5D59">
            <w:pPr>
              <w:spacing w:after="0" w:line="240" w:lineRule="auto"/>
              <w:ind w:left="3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Repeat over and over again to keep from forgetting it.</w:t>
            </w:r>
          </w:p>
          <w:p w:rsidR="00D457EE" w:rsidRDefault="00D457EE" w:rsidP="003F5D59">
            <w:pPr>
              <w:spacing w:after="0" w:line="240" w:lineRule="auto"/>
              <w:rPr>
                <w:sz w:val="36"/>
                <w:szCs w:val="36"/>
              </w:rPr>
            </w:pPr>
            <w:r w:rsidRPr="003F5D59">
              <w:rPr>
                <w:sz w:val="36"/>
                <w:szCs w:val="36"/>
              </w:rPr>
              <w:t xml:space="preserve">2. </w:t>
            </w:r>
            <w:r>
              <w:rPr>
                <w:sz w:val="36"/>
                <w:szCs w:val="36"/>
              </w:rPr>
              <w:t>Elaborative Rehearsal-</w:t>
            </w:r>
          </w:p>
          <w:p w:rsidR="00D457EE" w:rsidRDefault="00D457EE" w:rsidP="003F5D59">
            <w:pPr>
              <w:spacing w:after="0" w:line="240" w:lineRule="auto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Make it meaningful to info. that you already know.</w:t>
            </w:r>
          </w:p>
          <w:p w:rsidR="00D457EE" w:rsidRDefault="00D457EE" w:rsidP="003F5D59">
            <w:pPr>
              <w:spacing w:after="0" w:line="240" w:lineRule="auto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(Educ.!)</w:t>
            </w:r>
          </w:p>
          <w:p w:rsidR="00D457EE" w:rsidRDefault="00D457EE" w:rsidP="003F5D59">
            <w:pPr>
              <w:spacing w:after="0" w:line="240" w:lineRule="auto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3. Organizational Systems-</w:t>
            </w:r>
          </w:p>
          <w:p w:rsidR="00D457EE" w:rsidRDefault="00D457EE" w:rsidP="003F5D59">
            <w:pPr>
              <w:spacing w:after="0" w:line="240" w:lineRule="auto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Ex)Files/storage</w:t>
            </w:r>
          </w:p>
          <w:p w:rsidR="00D457EE" w:rsidRDefault="00D457EE" w:rsidP="003F5D59">
            <w:pPr>
              <w:spacing w:after="0" w:line="240" w:lineRule="auto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*can change modify with new things learned</w:t>
            </w:r>
          </w:p>
          <w:p w:rsidR="00D457EE" w:rsidRDefault="00D457EE" w:rsidP="00EC6D95">
            <w:pPr>
              <w:spacing w:after="0" w:line="240" w:lineRule="auto"/>
              <w:rPr>
                <w:sz w:val="36"/>
                <w:szCs w:val="36"/>
              </w:rPr>
            </w:pPr>
            <w:r w:rsidRPr="00EC6D95">
              <w:rPr>
                <w:sz w:val="36"/>
                <w:szCs w:val="36"/>
                <w:u w:val="single"/>
              </w:rPr>
              <w:t>Retrieval-</w:t>
            </w:r>
            <w:r w:rsidRPr="00EC6D95">
              <w:rPr>
                <w:sz w:val="36"/>
                <w:szCs w:val="36"/>
              </w:rPr>
              <w:t>Locating stored info. and returning it to conscious thought.</w:t>
            </w:r>
          </w:p>
          <w:p w:rsidR="00D457EE" w:rsidRDefault="00D457EE" w:rsidP="00EC6D95">
            <w:pPr>
              <w:spacing w:after="0" w:line="240" w:lineRule="auto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 Context-Dependent Memory-</w:t>
            </w:r>
          </w:p>
          <w:p w:rsidR="00D457EE" w:rsidRDefault="00D457EE" w:rsidP="00EC6D95">
            <w:pPr>
              <w:spacing w:after="0" w:line="240" w:lineRule="auto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2. State-Dependent Memory-</w:t>
            </w:r>
          </w:p>
          <w:p w:rsidR="00D457EE" w:rsidRPr="00EC6D95" w:rsidRDefault="00D457EE" w:rsidP="00EC6D95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</w:rPr>
              <w:t xml:space="preserve">3.On the Tip of the Tongue Phenomenon </w:t>
            </w:r>
          </w:p>
        </w:tc>
        <w:tc>
          <w:tcPr>
            <w:tcW w:w="4392" w:type="dxa"/>
          </w:tcPr>
          <w:p w:rsidR="00D457EE" w:rsidRPr="00D2105A" w:rsidRDefault="00D457EE" w:rsidP="00D2105A">
            <w:pPr>
              <w:spacing w:after="0" w:line="240" w:lineRule="auto"/>
              <w:jc w:val="center"/>
              <w:rPr>
                <w:sz w:val="36"/>
                <w:szCs w:val="36"/>
                <w:u w:val="single"/>
              </w:rPr>
            </w:pPr>
            <w:r w:rsidRPr="00D2105A">
              <w:rPr>
                <w:sz w:val="36"/>
                <w:szCs w:val="36"/>
                <w:u w:val="single"/>
              </w:rPr>
              <w:t>3 Stages</w:t>
            </w:r>
          </w:p>
          <w:p w:rsidR="00D457EE" w:rsidRPr="00D2105A" w:rsidRDefault="00D457EE" w:rsidP="00D2105A">
            <w:pPr>
              <w:spacing w:after="0" w:line="240" w:lineRule="auto"/>
              <w:jc w:val="center"/>
              <w:rPr>
                <w:sz w:val="36"/>
                <w:szCs w:val="36"/>
                <w:u w:val="single"/>
              </w:rPr>
            </w:pPr>
          </w:p>
          <w:p w:rsidR="00D457EE" w:rsidRPr="00D2105A" w:rsidRDefault="00D457EE" w:rsidP="00D2105A">
            <w:pPr>
              <w:spacing w:after="0" w:line="240" w:lineRule="auto"/>
              <w:jc w:val="center"/>
              <w:rPr>
                <w:sz w:val="32"/>
                <w:szCs w:val="32"/>
                <w:u w:val="single"/>
              </w:rPr>
            </w:pPr>
          </w:p>
        </w:tc>
      </w:tr>
    </w:tbl>
    <w:p w:rsidR="00D457EE" w:rsidRPr="00D90155" w:rsidRDefault="00D457EE">
      <w:pPr>
        <w:rPr>
          <w:sz w:val="36"/>
          <w:szCs w:val="36"/>
        </w:rPr>
      </w:pPr>
    </w:p>
    <w:p w:rsidR="00D457EE" w:rsidRPr="00D90155" w:rsidRDefault="00D457EE">
      <w:pPr>
        <w:rPr>
          <w:sz w:val="36"/>
          <w:szCs w:val="36"/>
        </w:rPr>
      </w:pPr>
    </w:p>
    <w:sectPr w:rsidR="00D457EE" w:rsidRPr="00D90155" w:rsidSect="00D9015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40116"/>
    <w:multiLevelType w:val="hybridMultilevel"/>
    <w:tmpl w:val="9650F0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0987142"/>
    <w:multiLevelType w:val="hybridMultilevel"/>
    <w:tmpl w:val="9F54C0F0"/>
    <w:lvl w:ilvl="0" w:tplc="E196C05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155"/>
    <w:rsid w:val="00140BA7"/>
    <w:rsid w:val="001D78CC"/>
    <w:rsid w:val="003F5D59"/>
    <w:rsid w:val="00421242"/>
    <w:rsid w:val="004B765C"/>
    <w:rsid w:val="006605D4"/>
    <w:rsid w:val="00780120"/>
    <w:rsid w:val="007B3D47"/>
    <w:rsid w:val="00B408ED"/>
    <w:rsid w:val="00B60916"/>
    <w:rsid w:val="00BD09C6"/>
    <w:rsid w:val="00D2105A"/>
    <w:rsid w:val="00D457EE"/>
    <w:rsid w:val="00D90155"/>
    <w:rsid w:val="00DB6753"/>
    <w:rsid w:val="00E65859"/>
    <w:rsid w:val="00EC6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BA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9015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801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235</TotalTime>
  <Pages>3</Pages>
  <Words>157</Words>
  <Characters>898</Characters>
  <Application>Microsoft Office Outlook</Application>
  <DocSecurity>0</DocSecurity>
  <Lines>0</Lines>
  <Paragraphs>0</Paragraphs>
  <ScaleCrop>false</ScaleCrop>
  <Company>HS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Curtis Ranweiler</dc:creator>
  <cp:keywords/>
  <dc:description/>
  <cp:lastModifiedBy>Curtis Ranweiler</cp:lastModifiedBy>
  <cp:revision>3</cp:revision>
  <dcterms:created xsi:type="dcterms:W3CDTF">2012-04-26T16:56:00Z</dcterms:created>
  <dcterms:modified xsi:type="dcterms:W3CDTF">2012-04-26T22:58:00Z</dcterms:modified>
</cp:coreProperties>
</file>